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786E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62694BF9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992C93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-20</w:t>
      </w:r>
      <w:r w:rsidR="00992C93">
        <w:rPr>
          <w:rFonts w:ascii="Corbel" w:hAnsi="Corbel"/>
          <w:i/>
          <w:smallCaps/>
          <w:color w:val="000000" w:themeColor="text1"/>
          <w:sz w:val="24"/>
          <w:szCs w:val="24"/>
        </w:rPr>
        <w:t>24</w:t>
      </w:r>
    </w:p>
    <w:p w14:paraId="7E84EF13" w14:textId="2F965A45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202</w:t>
      </w:r>
      <w:r w:rsidR="00992C93">
        <w:rPr>
          <w:rFonts w:ascii="Corbel" w:hAnsi="Corbel"/>
          <w:color w:val="000000" w:themeColor="text1"/>
          <w:sz w:val="20"/>
          <w:szCs w:val="20"/>
        </w:rPr>
        <w:t>3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/202</w:t>
      </w:r>
      <w:r w:rsidR="00992C93">
        <w:rPr>
          <w:rFonts w:ascii="Corbel" w:hAnsi="Corbel"/>
          <w:color w:val="000000" w:themeColor="text1"/>
          <w:sz w:val="20"/>
          <w:szCs w:val="20"/>
        </w:rPr>
        <w:t>4</w:t>
      </w:r>
      <w:bookmarkStart w:id="0" w:name="_GoBack"/>
      <w:bookmarkEnd w:id="0"/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30CF9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430CF9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82EB139" w:rsidR="0085747A" w:rsidRPr="00546815" w:rsidRDefault="00546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681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407EC4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4547DB25" w:rsidR="00015B8F" w:rsidRPr="009C54AE" w:rsidRDefault="005468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77777777" w:rsidR="00015B8F" w:rsidRPr="009C54AE" w:rsidRDefault="00317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77777777" w:rsidR="00AF1860" w:rsidRPr="005E6585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E6585">
        <w:rPr>
          <w:rStyle w:val="normaltextrun"/>
          <w:rFonts w:ascii="Corbel" w:hAnsi="Corbel" w:cs="Segoe UI"/>
        </w:rPr>
        <w:sym w:font="Wingdings" w:char="F0FE"/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proofErr w:type="spellStart"/>
      <w:r w:rsidRPr="005E6585">
        <w:rPr>
          <w:rStyle w:val="spellingerror"/>
          <w:rFonts w:ascii="Corbel" w:hAnsi="Corbel"/>
        </w:rPr>
        <w:t>Teams</w:t>
      </w:r>
      <w:proofErr w:type="spellEnd"/>
      <w:r w:rsidRPr="005E6585">
        <w:rPr>
          <w:rStyle w:val="spellingerror"/>
          <w:rFonts w:ascii="Corbel" w:hAnsi="Corbel"/>
        </w:rPr>
        <w:t>)</w:t>
      </w:r>
      <w:r w:rsidRPr="005E658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analizy 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SWOT</w:t>
            </w:r>
            <w:proofErr w:type="spellEnd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/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TOWS</w:t>
            </w:r>
            <w:proofErr w:type="spellEnd"/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PEST</w:t>
            </w:r>
            <w:proofErr w:type="spellEnd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003E1941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00923D7D">
        <w:tc>
          <w:tcPr>
            <w:tcW w:w="4962" w:type="dxa"/>
          </w:tcPr>
          <w:p w14:paraId="6B0933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6C10BE0E" w:rsidR="0085747A" w:rsidRPr="009C54AE" w:rsidRDefault="00546815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227F5D46" w14:textId="77777777" w:rsidTr="00923D7D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7777777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4CF3714" w14:textId="77777777" w:rsidTr="00923D7D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127F513E" w:rsidR="00C61DC5" w:rsidRPr="009C54AE" w:rsidRDefault="00546815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6D37BF42" w14:textId="77777777" w:rsidTr="00923D7D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F58C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9C0EBDF" w14:textId="77777777" w:rsidTr="00923D7D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F27825C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Krupski R. (red.), Zarządzanie strategiczne Strategie organizacji, Wydawnictwo </w:t>
            </w:r>
            <w:proofErr w:type="spellStart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WWSZiP</w:t>
            </w:r>
            <w:proofErr w:type="spellEnd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2.Multan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Bombiak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Chyłek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 xml:space="preserve">4. Dybka S., Uwarunkowania i wykorzystanie marketing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</w:rPr>
              <w:t xml:space="preserve"> w przedsiębiorstwach sektora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</w:rPr>
              <w:t>MŚP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</w:rPr>
              <w:t>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9D2C9" w14:textId="77777777" w:rsidR="00176042" w:rsidRDefault="00176042" w:rsidP="00C16ABF">
      <w:pPr>
        <w:spacing w:after="0" w:line="240" w:lineRule="auto"/>
      </w:pPr>
      <w:r>
        <w:separator/>
      </w:r>
    </w:p>
  </w:endnote>
  <w:endnote w:type="continuationSeparator" w:id="0">
    <w:p w14:paraId="588AB819" w14:textId="77777777" w:rsidR="00176042" w:rsidRDefault="001760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8AAE1" w14:textId="77777777" w:rsidR="00176042" w:rsidRDefault="00176042" w:rsidP="00C16ABF">
      <w:pPr>
        <w:spacing w:after="0" w:line="240" w:lineRule="auto"/>
      </w:pPr>
      <w:r>
        <w:separator/>
      </w:r>
    </w:p>
  </w:footnote>
  <w:footnote w:type="continuationSeparator" w:id="0">
    <w:p w14:paraId="0F6F2434" w14:textId="77777777" w:rsidR="00176042" w:rsidRDefault="00176042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42"/>
    <w:rsid w:val="00176083"/>
    <w:rsid w:val="00192F37"/>
    <w:rsid w:val="001A70D2"/>
    <w:rsid w:val="001B20ED"/>
    <w:rsid w:val="001D657B"/>
    <w:rsid w:val="001D7B54"/>
    <w:rsid w:val="001E0209"/>
    <w:rsid w:val="001F2CA2"/>
    <w:rsid w:val="002111F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46815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2C93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376303C5"/>
    <w:rsid w:val="3BFE3E22"/>
    <w:rsid w:val="4269DBF3"/>
    <w:rsid w:val="4AB8B5D7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4C36D7-4112-47CD-B511-0354EE3B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BF9BA9-7564-460F-8EF9-985E17DE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954</Words>
  <Characters>5728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26</cp:revision>
  <cp:lastPrinted>2019-02-06T12:12:00Z</cp:lastPrinted>
  <dcterms:created xsi:type="dcterms:W3CDTF">2020-10-26T15:26:00Z</dcterms:created>
  <dcterms:modified xsi:type="dcterms:W3CDTF">2021-09-03T10:28:00Z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